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4285A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023CAEBC" w14:textId="77777777" w:rsidR="00411592" w:rsidRDefault="00411592" w:rsidP="00411592">
      <w:pPr>
        <w:spacing w:line="276" w:lineRule="auto"/>
      </w:pPr>
    </w:p>
    <w:p w14:paraId="6D0811F3" w14:textId="4569BE6B" w:rsidR="00411592" w:rsidRPr="00411592" w:rsidRDefault="002D1095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Chemical/</w:t>
      </w:r>
      <w:r w:rsidR="00EE71F8">
        <w:rPr>
          <w:b/>
          <w:sz w:val="44"/>
          <w:szCs w:val="44"/>
        </w:rPr>
        <w:t>Physical Properties</w:t>
      </w:r>
      <w:r>
        <w:rPr>
          <w:b/>
          <w:sz w:val="44"/>
          <w:szCs w:val="44"/>
        </w:rPr>
        <w:t xml:space="preserve"> and </w:t>
      </w:r>
      <w:bookmarkStart w:id="0" w:name="_GoBack"/>
      <w:bookmarkEnd w:id="0"/>
      <w:r w:rsidR="00EE71F8">
        <w:rPr>
          <w:b/>
          <w:sz w:val="44"/>
          <w:szCs w:val="44"/>
        </w:rPr>
        <w:t>Changes Practice</w:t>
      </w:r>
    </w:p>
    <w:p w14:paraId="69A58533" w14:textId="77777777" w:rsidR="00411592" w:rsidRDefault="00411592" w:rsidP="00411592">
      <w:pPr>
        <w:spacing w:line="276" w:lineRule="auto"/>
      </w:pPr>
    </w:p>
    <w:p w14:paraId="0DF3D1EB" w14:textId="77777777" w:rsidR="00EE71F8" w:rsidRPr="00EE71F8" w:rsidRDefault="00EE71F8" w:rsidP="00EE71F8">
      <w:pPr>
        <w:spacing w:line="360" w:lineRule="auto"/>
        <w:jc w:val="both"/>
        <w:rPr>
          <w:rFonts w:ascii="Calibri" w:hAnsi="Calibri"/>
          <w:i/>
          <w:u w:val="single"/>
        </w:rPr>
      </w:pPr>
      <w:r w:rsidRPr="00EE71F8">
        <w:rPr>
          <w:rFonts w:ascii="Calibri" w:hAnsi="Calibri"/>
          <w:i/>
          <w:u w:val="single"/>
        </w:rPr>
        <w:t>Identify each of the following as an example of a physical property or a chemical property.</w:t>
      </w:r>
    </w:p>
    <w:p w14:paraId="5DC8D66C" w14:textId="77777777" w:rsidR="00EE71F8" w:rsidRPr="00CA5B7A" w:rsidRDefault="00EE71F8" w:rsidP="00EE71F8">
      <w:pPr>
        <w:ind w:left="720"/>
        <w:rPr>
          <w:rFonts w:ascii="Calibri" w:hAnsi="Calibri"/>
        </w:rPr>
      </w:pPr>
    </w:p>
    <w:p w14:paraId="7CD6D3F5" w14:textId="77777777" w:rsidR="00EE71F8" w:rsidRPr="00587156" w:rsidRDefault="00EE71F8" w:rsidP="00EE71F8">
      <w:pPr>
        <w:numPr>
          <w:ilvl w:val="0"/>
          <w:numId w:val="1"/>
        </w:numPr>
        <w:rPr>
          <w:rFonts w:ascii="Calibri" w:hAnsi="Calibri"/>
        </w:rPr>
      </w:pPr>
      <w:r w:rsidRPr="00CA5B7A">
        <w:rPr>
          <w:rFonts w:ascii="Calibri" w:hAnsi="Calibri"/>
        </w:rPr>
        <w:t xml:space="preserve">Silver tarnishes when it comes in contact with hydrogen sulfide in the air. </w:t>
      </w:r>
    </w:p>
    <w:p w14:paraId="588E5F54" w14:textId="77777777" w:rsidR="00EE71F8" w:rsidRDefault="00EE71F8" w:rsidP="00EE71F8">
      <w:pPr>
        <w:ind w:left="720"/>
        <w:rPr>
          <w:rFonts w:ascii="Calibri" w:hAnsi="Calibri"/>
        </w:rPr>
      </w:pPr>
    </w:p>
    <w:p w14:paraId="68EC0722" w14:textId="77777777" w:rsidR="00EE71F8" w:rsidRPr="00CA5B7A" w:rsidRDefault="00EE71F8" w:rsidP="00EE71F8">
      <w:pPr>
        <w:ind w:left="720"/>
        <w:rPr>
          <w:rFonts w:ascii="Calibri" w:hAnsi="Calibri"/>
        </w:rPr>
      </w:pPr>
    </w:p>
    <w:p w14:paraId="41DA9997" w14:textId="77777777" w:rsidR="00EE71F8" w:rsidRPr="00587156" w:rsidRDefault="00EE71F8" w:rsidP="00EE71F8">
      <w:pPr>
        <w:numPr>
          <w:ilvl w:val="0"/>
          <w:numId w:val="1"/>
        </w:numPr>
        <w:rPr>
          <w:rFonts w:ascii="Calibri" w:hAnsi="Calibri"/>
        </w:rPr>
      </w:pPr>
      <w:r w:rsidRPr="00CA5B7A">
        <w:rPr>
          <w:rFonts w:ascii="Calibri" w:hAnsi="Calibri"/>
        </w:rPr>
        <w:t>A banana is yellow.</w:t>
      </w:r>
    </w:p>
    <w:p w14:paraId="7A430174" w14:textId="77777777" w:rsidR="00EE71F8" w:rsidRDefault="00EE71F8" w:rsidP="00EE71F8">
      <w:pPr>
        <w:ind w:left="720"/>
        <w:rPr>
          <w:rFonts w:ascii="Calibri" w:hAnsi="Calibri"/>
        </w:rPr>
      </w:pPr>
    </w:p>
    <w:p w14:paraId="779BC9E8" w14:textId="77777777" w:rsidR="00EE71F8" w:rsidRPr="00CA5B7A" w:rsidRDefault="00EE71F8" w:rsidP="00EE71F8">
      <w:pPr>
        <w:ind w:left="720"/>
        <w:rPr>
          <w:rFonts w:ascii="Calibri" w:hAnsi="Calibri"/>
        </w:rPr>
      </w:pPr>
    </w:p>
    <w:p w14:paraId="2E9DB268" w14:textId="77777777" w:rsidR="00EE71F8" w:rsidRPr="00587156" w:rsidRDefault="00EE71F8" w:rsidP="00EE71F8">
      <w:pPr>
        <w:numPr>
          <w:ilvl w:val="0"/>
          <w:numId w:val="1"/>
        </w:numPr>
        <w:rPr>
          <w:rFonts w:ascii="Calibri" w:hAnsi="Calibri"/>
        </w:rPr>
      </w:pPr>
      <w:r w:rsidRPr="00CA5B7A">
        <w:rPr>
          <w:rFonts w:ascii="Calibri" w:hAnsi="Calibri"/>
        </w:rPr>
        <w:t xml:space="preserve">A sheet of copper can be pounded into a bowl. </w:t>
      </w:r>
    </w:p>
    <w:p w14:paraId="72D213A0" w14:textId="77777777" w:rsidR="00EE71F8" w:rsidRDefault="00EE71F8" w:rsidP="00EE71F8">
      <w:pPr>
        <w:ind w:left="720"/>
        <w:rPr>
          <w:rFonts w:ascii="Calibri" w:hAnsi="Calibri"/>
        </w:rPr>
      </w:pPr>
    </w:p>
    <w:p w14:paraId="0047C4C9" w14:textId="77777777" w:rsidR="00EE71F8" w:rsidRPr="00CA5B7A" w:rsidRDefault="00EE71F8" w:rsidP="00EE71F8">
      <w:pPr>
        <w:ind w:left="720"/>
        <w:rPr>
          <w:rFonts w:ascii="Calibri" w:hAnsi="Calibri"/>
        </w:rPr>
      </w:pPr>
    </w:p>
    <w:p w14:paraId="5C54F69C" w14:textId="77777777" w:rsidR="00EE71F8" w:rsidRPr="00587156" w:rsidRDefault="00EE71F8" w:rsidP="00EE71F8">
      <w:pPr>
        <w:numPr>
          <w:ilvl w:val="0"/>
          <w:numId w:val="1"/>
        </w:numPr>
        <w:rPr>
          <w:rFonts w:ascii="Calibri" w:hAnsi="Calibri"/>
        </w:rPr>
      </w:pPr>
      <w:r w:rsidRPr="00CA5B7A">
        <w:rPr>
          <w:rFonts w:ascii="Calibri" w:hAnsi="Calibri"/>
        </w:rPr>
        <w:t>Barium melts at 725 C</w:t>
      </w:r>
      <w:r>
        <w:rPr>
          <w:rFonts w:ascii="Calibri" w:hAnsi="Calibri"/>
        </w:rPr>
        <w:t>elsius</w:t>
      </w:r>
      <w:r w:rsidRPr="00CA5B7A">
        <w:rPr>
          <w:rFonts w:ascii="Calibri" w:hAnsi="Calibri"/>
        </w:rPr>
        <w:t>.</w:t>
      </w:r>
    </w:p>
    <w:p w14:paraId="4285A33A" w14:textId="77777777" w:rsidR="00EE71F8" w:rsidRDefault="00EE71F8" w:rsidP="00EE71F8">
      <w:pPr>
        <w:rPr>
          <w:rFonts w:ascii="Calibri" w:hAnsi="Calibri"/>
        </w:rPr>
      </w:pPr>
    </w:p>
    <w:p w14:paraId="1BD3C728" w14:textId="77777777" w:rsidR="00EE71F8" w:rsidRPr="00CA5B7A" w:rsidRDefault="00EE71F8" w:rsidP="00EE71F8">
      <w:pPr>
        <w:rPr>
          <w:rFonts w:ascii="Calibri" w:hAnsi="Calibri"/>
        </w:rPr>
      </w:pPr>
    </w:p>
    <w:p w14:paraId="268C1044" w14:textId="77777777" w:rsidR="00EE71F8" w:rsidRPr="00587156" w:rsidRDefault="00EE71F8" w:rsidP="00EE71F8">
      <w:pPr>
        <w:numPr>
          <w:ilvl w:val="0"/>
          <w:numId w:val="1"/>
        </w:numPr>
        <w:rPr>
          <w:rFonts w:ascii="Calibri" w:hAnsi="Calibri"/>
        </w:rPr>
      </w:pPr>
      <w:r w:rsidRPr="00CA5B7A">
        <w:rPr>
          <w:rFonts w:ascii="Calibri" w:hAnsi="Calibri"/>
        </w:rPr>
        <w:t>Gasoline is flammable.</w:t>
      </w:r>
    </w:p>
    <w:p w14:paraId="6658C629" w14:textId="77777777" w:rsidR="00EE71F8" w:rsidRDefault="00EE71F8" w:rsidP="00EE71F8">
      <w:pPr>
        <w:rPr>
          <w:rFonts w:ascii="Calibri" w:hAnsi="Calibri"/>
        </w:rPr>
      </w:pPr>
    </w:p>
    <w:p w14:paraId="76B6FB57" w14:textId="77777777" w:rsidR="00EE71F8" w:rsidRPr="00CA5B7A" w:rsidRDefault="00EE71F8" w:rsidP="00EE71F8">
      <w:pPr>
        <w:rPr>
          <w:rFonts w:ascii="Calibri" w:hAnsi="Calibri"/>
        </w:rPr>
      </w:pPr>
    </w:p>
    <w:p w14:paraId="64D540C0" w14:textId="77777777" w:rsidR="00EE71F8" w:rsidRPr="00587156" w:rsidRDefault="00EE71F8" w:rsidP="00EE71F8">
      <w:pPr>
        <w:numPr>
          <w:ilvl w:val="0"/>
          <w:numId w:val="1"/>
        </w:numPr>
        <w:rPr>
          <w:rFonts w:ascii="Calibri" w:hAnsi="Calibri"/>
        </w:rPr>
      </w:pPr>
      <w:r w:rsidRPr="00CA5B7A">
        <w:rPr>
          <w:rFonts w:ascii="Calibri" w:hAnsi="Calibri"/>
        </w:rPr>
        <w:t>A diamond is the hardest natural substance.</w:t>
      </w:r>
    </w:p>
    <w:p w14:paraId="6421E13C" w14:textId="77777777" w:rsidR="00EE71F8" w:rsidRDefault="00EE71F8" w:rsidP="00EE71F8">
      <w:pPr>
        <w:rPr>
          <w:rFonts w:ascii="Calibri" w:hAnsi="Calibri"/>
        </w:rPr>
      </w:pPr>
    </w:p>
    <w:p w14:paraId="02CAB2B0" w14:textId="77777777" w:rsidR="00EE71F8" w:rsidRPr="00CA5B7A" w:rsidRDefault="00EE71F8" w:rsidP="00EE71F8">
      <w:pPr>
        <w:rPr>
          <w:rFonts w:ascii="Calibri" w:hAnsi="Calibri"/>
        </w:rPr>
      </w:pPr>
    </w:p>
    <w:p w14:paraId="3535AF07" w14:textId="77777777" w:rsidR="00EE71F8" w:rsidRPr="00587156" w:rsidRDefault="00EE71F8" w:rsidP="00EE71F8">
      <w:pPr>
        <w:numPr>
          <w:ilvl w:val="0"/>
          <w:numId w:val="1"/>
        </w:numPr>
        <w:rPr>
          <w:rFonts w:ascii="Calibri" w:hAnsi="Calibri"/>
        </w:rPr>
      </w:pPr>
      <w:r w:rsidRPr="00CA5B7A">
        <w:rPr>
          <w:rFonts w:ascii="Calibri" w:hAnsi="Calibri"/>
        </w:rPr>
        <w:t xml:space="preserve">Helium does not react with any other element. </w:t>
      </w:r>
    </w:p>
    <w:p w14:paraId="67887603" w14:textId="77777777" w:rsidR="00EE71F8" w:rsidRDefault="00EE71F8" w:rsidP="00EE71F8">
      <w:pPr>
        <w:rPr>
          <w:rFonts w:ascii="Calibri" w:hAnsi="Calibri"/>
        </w:rPr>
      </w:pPr>
    </w:p>
    <w:p w14:paraId="79243318" w14:textId="77777777" w:rsidR="00EE71F8" w:rsidRPr="00CA5B7A" w:rsidRDefault="00EE71F8" w:rsidP="00EE71F8">
      <w:pPr>
        <w:rPr>
          <w:rFonts w:ascii="Calibri" w:hAnsi="Calibri"/>
        </w:rPr>
      </w:pPr>
    </w:p>
    <w:p w14:paraId="7CC91008" w14:textId="77777777" w:rsidR="00EE71F8" w:rsidRPr="00587156" w:rsidRDefault="00EE71F8" w:rsidP="00EE71F8">
      <w:pPr>
        <w:numPr>
          <w:ilvl w:val="0"/>
          <w:numId w:val="1"/>
        </w:numPr>
        <w:rPr>
          <w:rFonts w:ascii="Calibri" w:hAnsi="Calibri"/>
        </w:rPr>
      </w:pPr>
      <w:r w:rsidRPr="00CA5B7A">
        <w:rPr>
          <w:rFonts w:ascii="Calibri" w:hAnsi="Calibri"/>
        </w:rPr>
        <w:t>A bar of lead is more easily bent than is a bar of aluminum of the same size.</w:t>
      </w:r>
    </w:p>
    <w:p w14:paraId="48790DE6" w14:textId="77777777" w:rsidR="00EE71F8" w:rsidRDefault="00EE71F8" w:rsidP="00EE71F8">
      <w:pPr>
        <w:rPr>
          <w:rFonts w:ascii="Calibri" w:hAnsi="Calibri"/>
        </w:rPr>
      </w:pPr>
    </w:p>
    <w:p w14:paraId="6717084B" w14:textId="77777777" w:rsidR="00EE71F8" w:rsidRPr="00CA5B7A" w:rsidRDefault="00EE71F8" w:rsidP="00EE71F8">
      <w:pPr>
        <w:rPr>
          <w:rFonts w:ascii="Calibri" w:hAnsi="Calibri"/>
        </w:rPr>
      </w:pPr>
    </w:p>
    <w:p w14:paraId="79A619FB" w14:textId="77777777" w:rsidR="00EE71F8" w:rsidRPr="00587156" w:rsidRDefault="00EE71F8" w:rsidP="00EE71F8">
      <w:pPr>
        <w:numPr>
          <w:ilvl w:val="0"/>
          <w:numId w:val="1"/>
        </w:numPr>
        <w:rPr>
          <w:rFonts w:ascii="Calibri" w:hAnsi="Calibri"/>
        </w:rPr>
      </w:pPr>
      <w:r w:rsidRPr="00CA5B7A">
        <w:rPr>
          <w:rFonts w:ascii="Calibri" w:hAnsi="Calibri"/>
        </w:rPr>
        <w:t xml:space="preserve">Potassium metal is kept submerged in oil to prevent contact with oxygen or water. </w:t>
      </w:r>
    </w:p>
    <w:p w14:paraId="743FB23C" w14:textId="77777777" w:rsidR="00EE71F8" w:rsidRDefault="00EE71F8" w:rsidP="00EE71F8">
      <w:pPr>
        <w:rPr>
          <w:rFonts w:ascii="Calibri" w:hAnsi="Calibri"/>
        </w:rPr>
      </w:pPr>
    </w:p>
    <w:p w14:paraId="4AA591F8" w14:textId="77777777" w:rsidR="00EE71F8" w:rsidRPr="00CA5B7A" w:rsidRDefault="00EE71F8" w:rsidP="00EE71F8">
      <w:pPr>
        <w:rPr>
          <w:rFonts w:ascii="Calibri" w:hAnsi="Calibri"/>
        </w:rPr>
      </w:pPr>
    </w:p>
    <w:p w14:paraId="4CDDBFC5" w14:textId="77777777" w:rsidR="00EE71F8" w:rsidRPr="00587156" w:rsidRDefault="00EE71F8" w:rsidP="00EE71F8">
      <w:pPr>
        <w:numPr>
          <w:ilvl w:val="0"/>
          <w:numId w:val="1"/>
        </w:numPr>
        <w:rPr>
          <w:rFonts w:ascii="Calibri" w:hAnsi="Calibri"/>
        </w:rPr>
      </w:pPr>
      <w:r w:rsidRPr="00CA5B7A">
        <w:rPr>
          <w:rFonts w:ascii="Calibri" w:hAnsi="Calibri"/>
        </w:rPr>
        <w:t xml:space="preserve">An apple will turn brown is left in oxygen. </w:t>
      </w:r>
    </w:p>
    <w:p w14:paraId="7212B8E3" w14:textId="77777777" w:rsidR="00EE71F8" w:rsidRDefault="00EE71F8" w:rsidP="00EE71F8">
      <w:pPr>
        <w:rPr>
          <w:rFonts w:ascii="Calibri" w:hAnsi="Calibri"/>
        </w:rPr>
      </w:pPr>
    </w:p>
    <w:p w14:paraId="534BD1E0" w14:textId="77777777" w:rsidR="00EE71F8" w:rsidRPr="00CA5B7A" w:rsidRDefault="00EE71F8" w:rsidP="00EE71F8">
      <w:pPr>
        <w:rPr>
          <w:rFonts w:ascii="Calibri" w:hAnsi="Calibri"/>
        </w:rPr>
      </w:pPr>
    </w:p>
    <w:p w14:paraId="1EBF707E" w14:textId="77777777" w:rsidR="00EE71F8" w:rsidRPr="00587156" w:rsidRDefault="00EE71F8" w:rsidP="00EE71F8">
      <w:pPr>
        <w:numPr>
          <w:ilvl w:val="0"/>
          <w:numId w:val="1"/>
        </w:numPr>
        <w:rPr>
          <w:rFonts w:ascii="Calibri" w:hAnsi="Calibri"/>
        </w:rPr>
      </w:pPr>
      <w:r w:rsidRPr="00CA5B7A">
        <w:rPr>
          <w:rFonts w:ascii="Calibri" w:hAnsi="Calibri"/>
        </w:rPr>
        <w:t xml:space="preserve">Diamond dust can be used to cut or grind most other materials. </w:t>
      </w:r>
    </w:p>
    <w:p w14:paraId="314B5DC0" w14:textId="77777777" w:rsidR="00EE71F8" w:rsidRDefault="00EE71F8" w:rsidP="00EE71F8">
      <w:pPr>
        <w:rPr>
          <w:rFonts w:ascii="Calibri" w:hAnsi="Calibri"/>
        </w:rPr>
      </w:pPr>
    </w:p>
    <w:p w14:paraId="33586FA2" w14:textId="77777777" w:rsidR="00EE71F8" w:rsidRPr="00CA5B7A" w:rsidRDefault="00EE71F8" w:rsidP="00EE71F8">
      <w:pPr>
        <w:rPr>
          <w:rFonts w:ascii="Calibri" w:hAnsi="Calibri"/>
        </w:rPr>
      </w:pPr>
    </w:p>
    <w:p w14:paraId="62BF6E5E" w14:textId="77777777" w:rsidR="00EE71F8" w:rsidRPr="00587156" w:rsidRDefault="00EE71F8" w:rsidP="00EE71F8">
      <w:pPr>
        <w:numPr>
          <w:ilvl w:val="0"/>
          <w:numId w:val="1"/>
        </w:numPr>
        <w:rPr>
          <w:rFonts w:ascii="Calibri" w:hAnsi="Calibri"/>
        </w:rPr>
      </w:pPr>
      <w:r w:rsidRPr="00CA5B7A">
        <w:rPr>
          <w:rFonts w:ascii="Calibri" w:hAnsi="Calibri"/>
        </w:rPr>
        <w:t xml:space="preserve">Acid in tomato sauce can corrode aluminum foil. </w:t>
      </w:r>
    </w:p>
    <w:p w14:paraId="64FA0827" w14:textId="77777777" w:rsidR="00EE71F8" w:rsidRDefault="00EE71F8" w:rsidP="00EE71F8">
      <w:pPr>
        <w:rPr>
          <w:rFonts w:ascii="Calibri" w:hAnsi="Calibri"/>
        </w:rPr>
      </w:pPr>
    </w:p>
    <w:p w14:paraId="6717B19B" w14:textId="77777777" w:rsidR="00EE71F8" w:rsidRPr="00CA5B7A" w:rsidRDefault="00EE71F8" w:rsidP="00EE71F8">
      <w:pPr>
        <w:rPr>
          <w:rFonts w:ascii="Calibri" w:hAnsi="Calibri"/>
        </w:rPr>
      </w:pPr>
    </w:p>
    <w:p w14:paraId="130587AA" w14:textId="77777777" w:rsidR="00EE71F8" w:rsidRDefault="00EE71F8" w:rsidP="00EE71F8">
      <w:pPr>
        <w:numPr>
          <w:ilvl w:val="0"/>
          <w:numId w:val="1"/>
        </w:numPr>
        <w:rPr>
          <w:rFonts w:ascii="Calibri" w:hAnsi="Calibri"/>
        </w:rPr>
      </w:pPr>
      <w:r w:rsidRPr="00CA5B7A">
        <w:rPr>
          <w:rFonts w:ascii="Calibri" w:hAnsi="Calibri"/>
        </w:rPr>
        <w:t>Rocks containing carbonates can be identified because they fizz when hydrochloric acid is applied.</w:t>
      </w:r>
    </w:p>
    <w:p w14:paraId="56323E01" w14:textId="77777777" w:rsidR="00EE71F8" w:rsidRDefault="00EE71F8" w:rsidP="00EE71F8">
      <w:pPr>
        <w:rPr>
          <w:rFonts w:ascii="Calibri" w:hAnsi="Calibri"/>
        </w:rPr>
      </w:pPr>
    </w:p>
    <w:p w14:paraId="60817D82" w14:textId="77777777" w:rsidR="00411592" w:rsidRDefault="00EE71F8" w:rsidP="00EE71F8">
      <w:pPr>
        <w:spacing w:line="276" w:lineRule="auto"/>
      </w:pPr>
      <w:r w:rsidRPr="0078432C">
        <w:rPr>
          <w:rFonts w:ascii="Calibri" w:hAnsi="Calibri"/>
          <w:noProof/>
        </w:rPr>
        <w:lastRenderedPageBreak/>
        <w:drawing>
          <wp:inline distT="0" distB="0" distL="0" distR="0" wp14:anchorId="62B8D990" wp14:editId="687F5462">
            <wp:extent cx="6349261" cy="7651675"/>
            <wp:effectExtent l="0" t="0" r="1270" b="0"/>
            <wp:docPr id="3" name="Picture 3" descr="Macintosh HD:private:var:folders:zg:d_5t3v2s6zbc2tdczg0hfv1h0000gn:T:com.skitch.skitch:DMDAD3CAB14-619C-4F2A-AFB4-55C4BF2A4ADA:matter_packet__page_4_of_6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zg:d_5t3v2s6zbc2tdczg0hfv1h0000gn:T:com.skitch.skitch:DMDAD3CAB14-619C-4F2A-AFB4-55C4BF2A4ADA:matter_packet__page_4_of_6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732" cy="766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1592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E107B"/>
    <w:multiLevelType w:val="hybridMultilevel"/>
    <w:tmpl w:val="D910C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26D42"/>
    <w:multiLevelType w:val="hybridMultilevel"/>
    <w:tmpl w:val="1200D6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1F8"/>
    <w:rsid w:val="000F12BF"/>
    <w:rsid w:val="002D1095"/>
    <w:rsid w:val="00411592"/>
    <w:rsid w:val="00EE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0CD04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</TotalTime>
  <Pages>2</Pages>
  <Words>142</Words>
  <Characters>813</Characters>
  <Application>Microsoft Macintosh Word</Application>
  <DocSecurity>0</DocSecurity>
  <Lines>6</Lines>
  <Paragraphs>1</Paragraphs>
  <ScaleCrop>false</ScaleCrop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dcterms:created xsi:type="dcterms:W3CDTF">2017-08-30T23:48:00Z</dcterms:created>
  <dcterms:modified xsi:type="dcterms:W3CDTF">2017-08-30T23:51:00Z</dcterms:modified>
</cp:coreProperties>
</file>